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AA7E9F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CB65D5" w:rsidRPr="00CB65D5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CB65D5" w:rsidRPr="00CB65D5">
        <w:rPr>
          <w:rFonts w:ascii="Times New Roman" w:eastAsia="Times New Roman" w:hAnsi="Times New Roman"/>
          <w:b/>
          <w:sz w:val="24"/>
          <w:szCs w:val="20"/>
          <w:lang w:eastAsia="pl-PL"/>
        </w:rPr>
        <w:t>BP.271.19.2019.BS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CB65D5" w:rsidRPr="00CB65D5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CB65D5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B65D5">
        <w:rPr>
          <w:rFonts w:ascii="Times New Roman" w:eastAsia="Times New Roman" w:hAnsi="Times New Roman"/>
          <w:b/>
          <w:sz w:val="24"/>
          <w:szCs w:val="24"/>
          <w:lang w:eastAsia="pl-PL"/>
        </w:rPr>
        <w:t>Budowa siłowni w Mechlinie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BE8" w:rsidRDefault="00E36BE8" w:rsidP="00025386">
      <w:pPr>
        <w:spacing w:after="0" w:line="240" w:lineRule="auto"/>
      </w:pPr>
      <w:r>
        <w:separator/>
      </w:r>
    </w:p>
  </w:endnote>
  <w:endnote w:type="continuationSeparator" w:id="0">
    <w:p w:rsidR="00E36BE8" w:rsidRDefault="00E36BE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5D5" w:rsidRDefault="00CB65D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AA7E9F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84D7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84D7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5D5" w:rsidRDefault="00CB65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BE8" w:rsidRDefault="00E36BE8" w:rsidP="00025386">
      <w:pPr>
        <w:spacing w:after="0" w:line="240" w:lineRule="auto"/>
      </w:pPr>
      <w:r>
        <w:separator/>
      </w:r>
    </w:p>
  </w:footnote>
  <w:footnote w:type="continuationSeparator" w:id="0">
    <w:p w:rsidR="00E36BE8" w:rsidRDefault="00E36BE8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5D5" w:rsidRDefault="00CB65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5D5" w:rsidRDefault="00CB65D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5D5" w:rsidRDefault="00CB65D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BE8"/>
    <w:rsid w:val="00025386"/>
    <w:rsid w:val="00101B40"/>
    <w:rsid w:val="001C2314"/>
    <w:rsid w:val="003C30EF"/>
    <w:rsid w:val="005624D8"/>
    <w:rsid w:val="005A0158"/>
    <w:rsid w:val="0069796D"/>
    <w:rsid w:val="008E405A"/>
    <w:rsid w:val="008F2498"/>
    <w:rsid w:val="00A56A6F"/>
    <w:rsid w:val="00A84D70"/>
    <w:rsid w:val="00AA7E9F"/>
    <w:rsid w:val="00CB65D5"/>
    <w:rsid w:val="00D55FC4"/>
    <w:rsid w:val="00E36BE8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2019-04-19T06:32:00Z</dcterms:created>
  <dcterms:modified xsi:type="dcterms:W3CDTF">2019-04-19T06:32:00Z</dcterms:modified>
</cp:coreProperties>
</file>